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63" w:rsidRDefault="004451CF" w:rsidP="00F17038">
      <w:pPr>
        <w:rPr>
          <w:color w:val="FFFFFF" w:themeColor="background1"/>
          <w:sz w:val="30"/>
        </w:rPr>
      </w:pPr>
      <w:r>
        <w:rPr>
          <w:color w:val="FFFFFF" w:themeColor="background1"/>
          <w:sz w:val="30"/>
          <w:highlight w:val="black"/>
        </w:rPr>
        <w:t xml:space="preserve">Self-Awareness / </w:t>
      </w:r>
      <w:r w:rsidR="00F17038" w:rsidRPr="00F17038">
        <w:rPr>
          <w:color w:val="FFFFFF" w:themeColor="background1"/>
          <w:sz w:val="30"/>
          <w:highlight w:val="black"/>
        </w:rPr>
        <w:t>Awareness of Others</w:t>
      </w:r>
    </w:p>
    <w:p w:rsidR="00014093" w:rsidRPr="00014093" w:rsidRDefault="00014093" w:rsidP="00014093">
      <w:pPr>
        <w:pStyle w:val="ListParagraph"/>
        <w:numPr>
          <w:ilvl w:val="0"/>
          <w:numId w:val="2"/>
        </w:numPr>
        <w:rPr>
          <w:color w:val="FFFFFF" w:themeColor="background1"/>
        </w:rPr>
      </w:pPr>
      <w:bookmarkStart w:id="0" w:name="_GoBack"/>
      <w:bookmarkEnd w:id="0"/>
      <w:r>
        <w:rPr>
          <w:color w:val="000000" w:themeColor="text1"/>
        </w:rPr>
        <w:t xml:space="preserve">Working individually: complete the My Response section. </w:t>
      </w:r>
    </w:p>
    <w:p w:rsidR="00014093" w:rsidRPr="00014093" w:rsidRDefault="00F17038" w:rsidP="00014093">
      <w:pPr>
        <w:pStyle w:val="ListParagraph"/>
        <w:numPr>
          <w:ilvl w:val="0"/>
          <w:numId w:val="2"/>
        </w:numPr>
        <w:rPr>
          <w:color w:val="FFFFFF" w:themeColor="background1"/>
        </w:rPr>
      </w:pPr>
      <w:r w:rsidRPr="00014093">
        <w:rPr>
          <w:color w:val="000000" w:themeColor="text1"/>
        </w:rPr>
        <w:t xml:space="preserve">Working in groups, decide on an appropriate word or phrase to complete each sentence.  You must all agree on the best word to represent your group.  </w:t>
      </w:r>
    </w:p>
    <w:p w:rsidR="00F17038" w:rsidRPr="00014093" w:rsidRDefault="00F17038" w:rsidP="00014093">
      <w:pPr>
        <w:pStyle w:val="ListParagraph"/>
        <w:numPr>
          <w:ilvl w:val="0"/>
          <w:numId w:val="2"/>
        </w:numPr>
        <w:rPr>
          <w:color w:val="FFFFFF" w:themeColor="background1"/>
        </w:rPr>
      </w:pPr>
      <w:r w:rsidRPr="00014093">
        <w:rPr>
          <w:color w:val="000000" w:themeColor="text1"/>
        </w:rPr>
        <w:t xml:space="preserve">You will complete the last column during whole class feedback.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859"/>
        <w:gridCol w:w="2344"/>
        <w:gridCol w:w="2344"/>
      </w:tblGrid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4859" w:type="dxa"/>
            <w:vAlign w:val="center"/>
          </w:tcPr>
          <w:p w:rsidR="00F17038" w:rsidRPr="00F17038" w:rsidRDefault="00DA1DC5" w:rsidP="00DA1DC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My response </w:t>
            </w:r>
          </w:p>
        </w:tc>
        <w:tc>
          <w:tcPr>
            <w:tcW w:w="2344" w:type="dxa"/>
            <w:vAlign w:val="center"/>
          </w:tcPr>
          <w:p w:rsidR="00F17038" w:rsidRPr="004451CF" w:rsidRDefault="00F17038" w:rsidP="004451CF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4451CF">
              <w:rPr>
                <w:color w:val="000000" w:themeColor="text1"/>
                <w:sz w:val="22"/>
                <w:szCs w:val="24"/>
              </w:rPr>
              <w:t>My group said</w:t>
            </w:r>
          </w:p>
        </w:tc>
        <w:tc>
          <w:tcPr>
            <w:tcW w:w="2344" w:type="dxa"/>
            <w:vAlign w:val="center"/>
          </w:tcPr>
          <w:p w:rsidR="00F17038" w:rsidRPr="004451CF" w:rsidRDefault="004451CF" w:rsidP="004451CF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4451CF">
              <w:rPr>
                <w:color w:val="000000" w:themeColor="text1"/>
                <w:sz w:val="22"/>
                <w:szCs w:val="24"/>
              </w:rPr>
              <w:t>Memorable insights from other groups</w:t>
            </w: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I first join a group, I feel.....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I work on my own, I feel.....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3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someone doesn’t like me, I feel...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DA1DC5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 xml:space="preserve">When someone criticises </w:t>
            </w:r>
            <w:r w:rsidR="00DA1DC5">
              <w:rPr>
                <w:color w:val="000000" w:themeColor="text1"/>
                <w:sz w:val="20"/>
                <w:szCs w:val="24"/>
              </w:rPr>
              <w:t>me</w:t>
            </w:r>
            <w:r w:rsidRPr="004451CF">
              <w:rPr>
                <w:color w:val="000000" w:themeColor="text1"/>
                <w:sz w:val="20"/>
                <w:szCs w:val="24"/>
              </w:rPr>
              <w:t>, I feel.....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someone praises me, I feel.....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6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I have strong feelings ab</w:t>
            </w:r>
            <w:r w:rsidR="00DA1DC5">
              <w:rPr>
                <w:color w:val="000000" w:themeColor="text1"/>
                <w:sz w:val="20"/>
                <w:szCs w:val="24"/>
              </w:rPr>
              <w:t>out something or someone, I feel</w:t>
            </w:r>
            <w:r w:rsidRPr="004451CF">
              <w:rPr>
                <w:color w:val="000000" w:themeColor="text1"/>
                <w:sz w:val="20"/>
                <w:szCs w:val="24"/>
              </w:rPr>
              <w:t>....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7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 xml:space="preserve">When I have to carry responsibility for others, I </w:t>
            </w:r>
            <w:proofErr w:type="gramStart"/>
            <w:r w:rsidRPr="004451CF">
              <w:rPr>
                <w:color w:val="000000" w:themeColor="text1"/>
                <w:sz w:val="20"/>
                <w:szCs w:val="24"/>
              </w:rPr>
              <w:t>feel .......</w:t>
            </w:r>
            <w:proofErr w:type="gramEnd"/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I cry</w:t>
            </w:r>
            <w:r w:rsidR="004451CF">
              <w:rPr>
                <w:color w:val="000000" w:themeColor="text1"/>
                <w:sz w:val="20"/>
                <w:szCs w:val="24"/>
              </w:rPr>
              <w:t>,</w:t>
            </w:r>
            <w:r w:rsidRPr="004451CF">
              <w:rPr>
                <w:color w:val="000000" w:themeColor="text1"/>
                <w:sz w:val="20"/>
                <w:szCs w:val="24"/>
              </w:rPr>
              <w:t xml:space="preserve"> I feel...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9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someone cries in front of me, I feel.....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10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someone challenges my authority, I feel...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11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someone exerts authority over me, I feel....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12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a situation gets out of my control, I feel.....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13</w:t>
            </w:r>
          </w:p>
        </w:tc>
        <w:tc>
          <w:tcPr>
            <w:tcW w:w="4859" w:type="dxa"/>
            <w:vAlign w:val="center"/>
          </w:tcPr>
          <w:p w:rsidR="00F17038" w:rsidRPr="004451CF" w:rsidRDefault="004451CF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18"/>
                <w:szCs w:val="24"/>
              </w:rPr>
              <w:t>When someone sets out to pull the wool over my eyes (to deliberately trick or fool me), I feel....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14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I am angry, I.....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15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 xml:space="preserve">When I am sad, </w:t>
            </w:r>
            <w:proofErr w:type="gramStart"/>
            <w:r w:rsidRPr="004451CF">
              <w:rPr>
                <w:color w:val="000000" w:themeColor="text1"/>
                <w:sz w:val="20"/>
                <w:szCs w:val="24"/>
              </w:rPr>
              <w:t>I ....</w:t>
            </w:r>
            <w:proofErr w:type="gramEnd"/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16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 xml:space="preserve">When I am embarrassed, </w:t>
            </w:r>
            <w:proofErr w:type="gramStart"/>
            <w:r w:rsidRPr="004451CF">
              <w:rPr>
                <w:color w:val="000000" w:themeColor="text1"/>
                <w:sz w:val="20"/>
                <w:szCs w:val="24"/>
              </w:rPr>
              <w:t>I ....</w:t>
            </w:r>
            <w:proofErr w:type="gramEnd"/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F17038" w:rsidRPr="00F17038" w:rsidTr="004451CF">
        <w:trPr>
          <w:trHeight w:val="646"/>
        </w:trPr>
        <w:tc>
          <w:tcPr>
            <w:tcW w:w="534" w:type="dxa"/>
            <w:vAlign w:val="center"/>
          </w:tcPr>
          <w:p w:rsidR="00F17038" w:rsidRPr="00F17038" w:rsidRDefault="00F17038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17</w:t>
            </w:r>
          </w:p>
        </w:tc>
        <w:tc>
          <w:tcPr>
            <w:tcW w:w="4859" w:type="dxa"/>
            <w:vAlign w:val="center"/>
          </w:tcPr>
          <w:p w:rsidR="00F17038" w:rsidRPr="004451CF" w:rsidRDefault="00F17038" w:rsidP="004451CF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I think about myself I feel…….</w:t>
            </w: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F17038" w:rsidRPr="00F17038" w:rsidRDefault="00F17038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</w:tbl>
    <w:p w:rsidR="00F17038" w:rsidRPr="00F17038" w:rsidRDefault="00F17038" w:rsidP="00F17038">
      <w:pPr>
        <w:rPr>
          <w:color w:val="000000" w:themeColor="text1"/>
          <w:sz w:val="30"/>
        </w:rPr>
      </w:pPr>
    </w:p>
    <w:p w:rsidR="00F17038" w:rsidRPr="00F17038" w:rsidRDefault="00F17038" w:rsidP="00F17038">
      <w:pPr>
        <w:rPr>
          <w:color w:val="000000" w:themeColor="text1"/>
          <w:sz w:val="30"/>
        </w:rPr>
      </w:pPr>
    </w:p>
    <w:p w:rsidR="004451CF" w:rsidRPr="00F17038" w:rsidRDefault="004451CF">
      <w:pPr>
        <w:rPr>
          <w:color w:val="000000" w:themeColor="text1"/>
          <w:sz w:val="30"/>
        </w:rPr>
      </w:pPr>
    </w:p>
    <w:sectPr w:rsidR="004451CF" w:rsidRPr="00F17038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83721"/>
    <w:multiLevelType w:val="hybridMultilevel"/>
    <w:tmpl w:val="31D4EF7A"/>
    <w:lvl w:ilvl="0" w:tplc="A35C9C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C58DF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2C42A0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EAA560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98EF5A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1C276C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B167B5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98C8DC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A265C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499E7798"/>
    <w:multiLevelType w:val="hybridMultilevel"/>
    <w:tmpl w:val="6EA4FEDC"/>
    <w:lvl w:ilvl="0" w:tplc="E8AA77B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038"/>
    <w:rsid w:val="00014093"/>
    <w:rsid w:val="000918FA"/>
    <w:rsid w:val="00267C19"/>
    <w:rsid w:val="00320E87"/>
    <w:rsid w:val="00403D12"/>
    <w:rsid w:val="004451CF"/>
    <w:rsid w:val="004C595D"/>
    <w:rsid w:val="00B25407"/>
    <w:rsid w:val="00DA1DC5"/>
    <w:rsid w:val="00DB6FDD"/>
    <w:rsid w:val="00EB5187"/>
    <w:rsid w:val="00F17038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03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0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03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919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8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4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8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75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199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0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5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08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05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24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0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6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74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73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1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64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3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64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94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87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55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94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14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71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57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62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45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29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87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385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438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72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64EDC240</Template>
  <TotalTime>11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4</cp:revision>
  <cp:lastPrinted>2016-07-11T11:44:00Z</cp:lastPrinted>
  <dcterms:created xsi:type="dcterms:W3CDTF">2016-07-14T13:39:00Z</dcterms:created>
  <dcterms:modified xsi:type="dcterms:W3CDTF">2018-01-15T17:10:00Z</dcterms:modified>
</cp:coreProperties>
</file>